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2B64AB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2B64AB" w:rsidRPr="00794D11" w:rsidRDefault="002B64AB" w:rsidP="002E53E5">
            <w:pPr>
              <w:tabs>
                <w:tab w:val="right" w:pos="2019"/>
              </w:tabs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  <w:r w:rsidRPr="00794D11">
              <w:rPr>
                <w:rFonts w:ascii="Arial" w:hAnsi="Arial" w:cs="Arial"/>
                <w:sz w:val="22"/>
              </w:rPr>
              <w:tab/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Positive Behaviour Patterns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</w:rPr>
              <w:t>Suggested Order: 7 of 10/11</w:t>
            </w:r>
          </w:p>
        </w:tc>
      </w:tr>
      <w:tr w:rsidR="002B64AB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THINK: How do we decide what to do?</w:t>
            </w:r>
          </w:p>
        </w:tc>
      </w:tr>
      <w:tr w:rsidR="002B64AB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understand the characteristics of cool weak and aggro options</w:t>
            </w:r>
          </w:p>
        </w:tc>
      </w:tr>
      <w:tr w:rsidR="002B64AB" w:rsidRPr="00794D11" w:rsidTr="002E53E5">
        <w:trPr>
          <w:trHeight w:val="284"/>
        </w:trPr>
        <w:tc>
          <w:tcPr>
            <w:tcW w:w="2235" w:type="dxa"/>
            <w:shd w:val="clear" w:color="auto" w:fill="D9D9D9" w:themeFill="background1" w:themeFillShade="D9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2B64AB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Lesson THINK: Cool, weak and aggro actions PowerPoint</w:t>
            </w:r>
          </w:p>
          <w:p w:rsidR="002B64AB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Cool, Weak, Aggro Card Sort</w:t>
            </w:r>
          </w:p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Reflection – Cool, weak and Aggro</w:t>
            </w:r>
          </w:p>
        </w:tc>
      </w:tr>
    </w:tbl>
    <w:p w:rsidR="002B64AB" w:rsidRPr="00794D11" w:rsidRDefault="002B64AB" w:rsidP="002B64AB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2B64AB" w:rsidRPr="00794D11" w:rsidTr="002E53E5">
        <w:tc>
          <w:tcPr>
            <w:tcW w:w="1242" w:type="dxa"/>
            <w:vAlign w:val="center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2B64AB" w:rsidRPr="00794D11" w:rsidRDefault="002B64AB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2B64AB" w:rsidRPr="00794D11" w:rsidRDefault="002B64AB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2B64AB" w:rsidRPr="00794D11" w:rsidRDefault="002B64AB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2B64AB" w:rsidRPr="00794D11" w:rsidTr="002E53E5">
        <w:tc>
          <w:tcPr>
            <w:tcW w:w="1242" w:type="dxa"/>
            <w:vAlign w:val="center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Recap what they know already about STOP and THINK i.e. clues to stop and questions to consider at the think stage.  </w:t>
            </w:r>
          </w:p>
        </w:tc>
        <w:tc>
          <w:tcPr>
            <w:tcW w:w="4536" w:type="dxa"/>
            <w:vAlign w:val="center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Embeds learning (and allows students who missed a lesson to catch up)</w:t>
            </w:r>
          </w:p>
        </w:tc>
        <w:tc>
          <w:tcPr>
            <w:tcW w:w="2835" w:type="dxa"/>
          </w:tcPr>
          <w:p w:rsidR="002B64AB" w:rsidRPr="00794D11" w:rsidRDefault="002B64AB" w:rsidP="002E53E5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2B64AB" w:rsidRPr="00794D11" w:rsidTr="002E53E5">
        <w:tc>
          <w:tcPr>
            <w:tcW w:w="1242" w:type="dxa"/>
            <w:vAlign w:val="center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 Mins</w:t>
            </w:r>
          </w:p>
        </w:tc>
        <w:tc>
          <w:tcPr>
            <w:tcW w:w="6237" w:type="dxa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predict what cool, weak and aggro options might be </w:t>
            </w:r>
          </w:p>
        </w:tc>
        <w:tc>
          <w:tcPr>
            <w:tcW w:w="4536" w:type="dxa"/>
            <w:vAlign w:val="center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 w:val="restart"/>
          </w:tcPr>
          <w:p w:rsidR="002B64AB" w:rsidRPr="00794D11" w:rsidRDefault="002B64AB" w:rsidP="002E53E5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If you are unhappy with ‘aggro’ as a term, you can use aggressive but students tend to interpret this in purely a violent sense, whereas aggro can be more general e.g. shouting.  </w:t>
            </w:r>
          </w:p>
        </w:tc>
      </w:tr>
      <w:tr w:rsidR="002B64AB" w:rsidRPr="00794D11" w:rsidTr="002E53E5">
        <w:tc>
          <w:tcPr>
            <w:tcW w:w="1242" w:type="dxa"/>
            <w:vAlign w:val="center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4 Mins </w:t>
            </w:r>
          </w:p>
        </w:tc>
        <w:tc>
          <w:tcPr>
            <w:tcW w:w="6237" w:type="dxa"/>
            <w:vAlign w:val="center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input into what cool, weak and aggro solutions are.  </w:t>
            </w:r>
          </w:p>
        </w:tc>
        <w:tc>
          <w:tcPr>
            <w:tcW w:w="4536" w:type="dxa"/>
            <w:vAlign w:val="center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  <w:vAlign w:val="center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</w:p>
        </w:tc>
      </w:tr>
      <w:tr w:rsidR="002B64AB" w:rsidRPr="00794D11" w:rsidTr="002E53E5">
        <w:tc>
          <w:tcPr>
            <w:tcW w:w="1242" w:type="dxa"/>
            <w:vAlign w:val="center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 Mins</w:t>
            </w:r>
          </w:p>
        </w:tc>
        <w:tc>
          <w:tcPr>
            <w:tcW w:w="6237" w:type="dxa"/>
            <w:vAlign w:val="center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 card sort looking at behaviours and classifying them into the 3 sections.  </w:t>
            </w:r>
          </w:p>
        </w:tc>
        <w:tc>
          <w:tcPr>
            <w:tcW w:w="4536" w:type="dxa"/>
            <w:vAlign w:val="center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Embeds understanding of the 3 terms. </w:t>
            </w:r>
          </w:p>
        </w:tc>
        <w:tc>
          <w:tcPr>
            <w:tcW w:w="2835" w:type="dxa"/>
            <w:vAlign w:val="center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</w:p>
        </w:tc>
      </w:tr>
      <w:tr w:rsidR="002B64AB" w:rsidRPr="00794D11" w:rsidTr="002E53E5">
        <w:tc>
          <w:tcPr>
            <w:tcW w:w="1242" w:type="dxa"/>
            <w:vAlign w:val="center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5-10 Mins</w:t>
            </w:r>
          </w:p>
        </w:tc>
        <w:tc>
          <w:tcPr>
            <w:tcW w:w="6237" w:type="dxa"/>
          </w:tcPr>
          <w:p w:rsidR="002B64AB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Discussion: </w:t>
            </w:r>
          </w:p>
          <w:p w:rsidR="002B64AB" w:rsidRPr="00A1294C" w:rsidRDefault="002B64AB" w:rsidP="002E53E5">
            <w:pPr>
              <w:rPr>
                <w:rFonts w:ascii="Arial" w:hAnsi="Arial" w:cs="Arial"/>
                <w:sz w:val="22"/>
              </w:rPr>
            </w:pPr>
            <w:r w:rsidRPr="00A1294C">
              <w:rPr>
                <w:rFonts w:ascii="Arial" w:hAnsi="Arial" w:cs="Arial"/>
                <w:sz w:val="22"/>
              </w:rPr>
              <w:t xml:space="preserve">Sometimes a weak or an aggro </w:t>
            </w:r>
            <w:r>
              <w:rPr>
                <w:rFonts w:ascii="Arial" w:hAnsi="Arial" w:cs="Arial"/>
                <w:sz w:val="22"/>
              </w:rPr>
              <w:t xml:space="preserve">action </w:t>
            </w:r>
            <w:r w:rsidRPr="00A1294C">
              <w:rPr>
                <w:rFonts w:ascii="Arial" w:hAnsi="Arial" w:cs="Arial"/>
                <w:sz w:val="22"/>
              </w:rPr>
              <w:t xml:space="preserve">can seem to fix the situation.  </w:t>
            </w:r>
          </w:p>
          <w:p w:rsidR="002B64AB" w:rsidRPr="00A1294C" w:rsidRDefault="002B64AB" w:rsidP="002E53E5">
            <w:pPr>
              <w:rPr>
                <w:rFonts w:ascii="Arial" w:hAnsi="Arial" w:cs="Arial"/>
                <w:sz w:val="22"/>
              </w:rPr>
            </w:pPr>
            <w:r w:rsidRPr="00A1294C">
              <w:rPr>
                <w:rFonts w:ascii="Arial" w:hAnsi="Arial" w:cs="Arial"/>
                <w:sz w:val="22"/>
              </w:rPr>
              <w:t>What disadvantages might there be?</w:t>
            </w:r>
          </w:p>
          <w:p w:rsidR="002B64AB" w:rsidRPr="00A1294C" w:rsidRDefault="002B64AB" w:rsidP="002B64AB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A1294C">
              <w:rPr>
                <w:rFonts w:ascii="Arial" w:hAnsi="Arial" w:cs="Arial"/>
                <w:sz w:val="22"/>
              </w:rPr>
              <w:t xml:space="preserve">In the short-term? </w:t>
            </w:r>
          </w:p>
          <w:p w:rsidR="002B64AB" w:rsidRPr="00794D11" w:rsidRDefault="002B64AB" w:rsidP="002B64AB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A1294C">
              <w:rPr>
                <w:rFonts w:ascii="Arial" w:hAnsi="Arial" w:cs="Arial"/>
                <w:sz w:val="22"/>
              </w:rPr>
              <w:t xml:space="preserve">In the long-term?    </w:t>
            </w:r>
          </w:p>
        </w:tc>
        <w:tc>
          <w:tcPr>
            <w:tcW w:w="4536" w:type="dxa"/>
            <w:vAlign w:val="center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</w:p>
        </w:tc>
      </w:tr>
      <w:tr w:rsidR="002B64AB" w:rsidRPr="00794D11" w:rsidTr="002E53E5">
        <w:tc>
          <w:tcPr>
            <w:tcW w:w="1242" w:type="dxa"/>
            <w:vAlign w:val="center"/>
          </w:tcPr>
          <w:p w:rsidR="002B64AB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10-15 Mins</w:t>
            </w:r>
          </w:p>
        </w:tc>
        <w:tc>
          <w:tcPr>
            <w:tcW w:w="6237" w:type="dxa"/>
          </w:tcPr>
          <w:p w:rsidR="002B64AB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Individual Reflection: Students try to generate examples of when they have used all 3 types of actions in different settings (school, home and friendship) </w:t>
            </w:r>
          </w:p>
        </w:tc>
        <w:tc>
          <w:tcPr>
            <w:tcW w:w="4536" w:type="dxa"/>
            <w:vAlign w:val="center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Application to real life – hopefully growing student awareness of the type of behaviours that are most typical for them.  </w:t>
            </w:r>
          </w:p>
        </w:tc>
        <w:tc>
          <w:tcPr>
            <w:tcW w:w="2835" w:type="dxa"/>
          </w:tcPr>
          <w:p w:rsidR="002B64AB" w:rsidRPr="00794D11" w:rsidRDefault="002B64AB" w:rsidP="002E53E5">
            <w:pPr>
              <w:rPr>
                <w:rFonts w:ascii="Arial" w:hAnsi="Arial" w:cs="Arial"/>
                <w:sz w:val="22"/>
              </w:rPr>
            </w:pPr>
          </w:p>
        </w:tc>
      </w:tr>
    </w:tbl>
    <w:p w:rsidR="002B64AB" w:rsidRDefault="002B64AB" w:rsidP="002B64AB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666E42" w:rsidRDefault="002B64AB">
      <w:r w:rsidRPr="00A1294C">
        <w:rPr>
          <w:rFonts w:ascii="Arial" w:hAnsi="Arial" w:cs="Arial"/>
          <w:sz w:val="22"/>
        </w:rPr>
        <w:t xml:space="preserve">The </w:t>
      </w:r>
      <w:r>
        <w:rPr>
          <w:rFonts w:ascii="Arial" w:hAnsi="Arial" w:cs="Arial"/>
          <w:sz w:val="22"/>
        </w:rPr>
        <w:t xml:space="preserve">examples of behaviours can be tailored to reflect the behaviours of the group.  Equally, you could look at other scenarios e.g. sports field.  </w:t>
      </w:r>
    </w:p>
    <w:sectPr w:rsidR="00666E42" w:rsidSect="00EE1E9D"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4AB" w:rsidRDefault="002B64AB" w:rsidP="002B64AB">
      <w:pPr>
        <w:spacing w:after="0" w:line="240" w:lineRule="auto"/>
      </w:pPr>
      <w:r>
        <w:separator/>
      </w:r>
    </w:p>
  </w:endnote>
  <w:endnote w:type="continuationSeparator" w:id="0">
    <w:p w:rsidR="002B64AB" w:rsidRDefault="002B64AB" w:rsidP="002B6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36E" w:rsidRDefault="00E3536E" w:rsidP="00E3536E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4AB" w:rsidRDefault="002B64AB" w:rsidP="002B64AB">
      <w:pPr>
        <w:spacing w:after="0" w:line="240" w:lineRule="auto"/>
      </w:pPr>
      <w:r>
        <w:separator/>
      </w:r>
    </w:p>
  </w:footnote>
  <w:footnote w:type="continuationSeparator" w:id="0">
    <w:p w:rsidR="002B64AB" w:rsidRDefault="002B64AB" w:rsidP="002B6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51652"/>
    <w:multiLevelType w:val="hybridMultilevel"/>
    <w:tmpl w:val="D5722DB6"/>
    <w:lvl w:ilvl="0" w:tplc="F3BE6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DC09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2AEA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DE09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AE1B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AC27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BE85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A17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801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AB"/>
    <w:rsid w:val="000E426E"/>
    <w:rsid w:val="002B64AB"/>
    <w:rsid w:val="00666E42"/>
    <w:rsid w:val="00E3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4AB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4AB"/>
    <w:pPr>
      <w:spacing w:after="0" w:line="240" w:lineRule="auto"/>
    </w:pPr>
    <w:rPr>
      <w:rFonts w:ascii="Comic Sans MS" w:hAnsi="Comic Sans M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4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4AB"/>
    <w:rPr>
      <w:rFonts w:ascii="Comic Sans MS" w:hAnsi="Comic Sans MS"/>
      <w:sz w:val="24"/>
    </w:rPr>
  </w:style>
  <w:style w:type="paragraph" w:styleId="Footer">
    <w:name w:val="footer"/>
    <w:basedOn w:val="Normal"/>
    <w:link w:val="FooterChar"/>
    <w:uiPriority w:val="99"/>
    <w:unhideWhenUsed/>
    <w:rsid w:val="002B64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4AB"/>
    <w:rPr>
      <w:rFonts w:ascii="Comic Sans MS" w:hAnsi="Comic Sans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4AB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4AB"/>
    <w:pPr>
      <w:spacing w:after="0" w:line="240" w:lineRule="auto"/>
    </w:pPr>
    <w:rPr>
      <w:rFonts w:ascii="Comic Sans MS" w:hAnsi="Comic Sans M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4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4AB"/>
    <w:rPr>
      <w:rFonts w:ascii="Comic Sans MS" w:hAnsi="Comic Sans MS"/>
      <w:sz w:val="24"/>
    </w:rPr>
  </w:style>
  <w:style w:type="paragraph" w:styleId="Footer">
    <w:name w:val="footer"/>
    <w:basedOn w:val="Normal"/>
    <w:link w:val="FooterChar"/>
    <w:uiPriority w:val="99"/>
    <w:unhideWhenUsed/>
    <w:rsid w:val="002B64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4AB"/>
    <w:rPr>
      <w:rFonts w:ascii="Comic Sans MS" w:hAnsi="Comic Sans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1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CBB3402A</Template>
  <TotalTime>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J. Dimes</dc:creator>
  <cp:lastModifiedBy>Ms J. Dimes</cp:lastModifiedBy>
  <cp:revision>2</cp:revision>
  <dcterms:created xsi:type="dcterms:W3CDTF">2018-01-12T14:37:00Z</dcterms:created>
  <dcterms:modified xsi:type="dcterms:W3CDTF">2018-01-25T11:21:00Z</dcterms:modified>
</cp:coreProperties>
</file>